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BFF61" wp14:editId="6F51070C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r w:rsidR="004B1598">
        <w:rPr>
          <w:sz w:val="24"/>
          <w:szCs w:val="24"/>
        </w:rPr>
        <w:t>………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A83719" w:rsidRPr="00F62C87" w:rsidRDefault="00E9146E" w:rsidP="00A83719">
      <w:pPr>
        <w:jc w:val="center"/>
        <w:rPr>
          <w:sz w:val="24"/>
        </w:rPr>
      </w:pPr>
      <w:r w:rsidRPr="00E9146E">
        <w:rPr>
          <w:b/>
          <w:sz w:val="24"/>
        </w:rPr>
        <w:t xml:space="preserve">Oprava elektroinstalace objektu SO 100A , sklad Střelice 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AE274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Dělnická </w:t>
      </w:r>
      <w:r w:rsidR="00C30D59">
        <w:t>213</w:t>
      </w:r>
      <w:r>
        <w:t>/12, Holešovice</w:t>
      </w:r>
      <w:r w:rsidR="00C30D59">
        <w:t>,</w:t>
      </w:r>
      <w:r>
        <w:t xml:space="preserve"> 170 00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A3DED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7"/>
        <w:gridCol w:w="2314"/>
        <w:gridCol w:w="1781"/>
        <w:gridCol w:w="2910"/>
      </w:tblGrid>
      <w:tr w:rsidR="00C30D59" w:rsidRPr="009A21C7" w:rsidTr="00197EB3">
        <w:trPr>
          <w:trHeight w:val="401"/>
        </w:trPr>
        <w:tc>
          <w:tcPr>
            <w:tcW w:w="256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314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781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9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285275" w:rsidRPr="009A21C7" w:rsidTr="00FD4B83">
        <w:tc>
          <w:tcPr>
            <w:tcW w:w="2567" w:type="dxa"/>
            <w:vAlign w:val="center"/>
          </w:tcPr>
          <w:p w:rsidR="00285275" w:rsidRPr="009A0F9B" w:rsidRDefault="0028527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314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Zdeněk Beneš</w:t>
            </w:r>
          </w:p>
        </w:tc>
        <w:tc>
          <w:tcPr>
            <w:tcW w:w="1781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602 495 153</w:t>
            </w:r>
          </w:p>
        </w:tc>
        <w:tc>
          <w:tcPr>
            <w:tcW w:w="2910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zdenek.benes@ceproas.cz</w:t>
            </w:r>
          </w:p>
        </w:tc>
      </w:tr>
      <w:tr w:rsidR="00285275" w:rsidRPr="009A21C7" w:rsidTr="00FD4B83">
        <w:tc>
          <w:tcPr>
            <w:tcW w:w="2567" w:type="dxa"/>
            <w:vAlign w:val="center"/>
          </w:tcPr>
          <w:p w:rsidR="00285275" w:rsidRPr="009A0F9B" w:rsidRDefault="0028527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314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Bc. Vladimír Čapka</w:t>
            </w:r>
          </w:p>
        </w:tc>
        <w:tc>
          <w:tcPr>
            <w:tcW w:w="1781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739 240 354</w:t>
            </w:r>
          </w:p>
        </w:tc>
        <w:tc>
          <w:tcPr>
            <w:tcW w:w="2910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vladimir.capka@ceproas.cz</w:t>
            </w:r>
          </w:p>
        </w:tc>
      </w:tr>
      <w:tr w:rsidR="00285275" w:rsidRPr="009A21C7" w:rsidTr="00FD4B83">
        <w:tc>
          <w:tcPr>
            <w:tcW w:w="2567" w:type="dxa"/>
            <w:vAlign w:val="center"/>
          </w:tcPr>
          <w:p w:rsidR="00285275" w:rsidRPr="009A0F9B" w:rsidRDefault="0028527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314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Bc. Vladimír Čapka</w:t>
            </w:r>
          </w:p>
        </w:tc>
        <w:tc>
          <w:tcPr>
            <w:tcW w:w="1781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739 240 354</w:t>
            </w:r>
          </w:p>
        </w:tc>
        <w:tc>
          <w:tcPr>
            <w:tcW w:w="2910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vladimir.capka@ceproas.cz</w:t>
            </w:r>
          </w:p>
        </w:tc>
      </w:tr>
      <w:tr w:rsidR="00285275" w:rsidRPr="009A21C7" w:rsidTr="00FD4B83">
        <w:tc>
          <w:tcPr>
            <w:tcW w:w="2567" w:type="dxa"/>
            <w:vAlign w:val="center"/>
          </w:tcPr>
          <w:p w:rsidR="00285275" w:rsidRPr="009A0F9B" w:rsidRDefault="0028527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314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Zdeněk Beneš</w:t>
            </w:r>
          </w:p>
        </w:tc>
        <w:tc>
          <w:tcPr>
            <w:tcW w:w="1781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602 495 153</w:t>
            </w:r>
          </w:p>
        </w:tc>
        <w:tc>
          <w:tcPr>
            <w:tcW w:w="2910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zdenek.benes@ceproas.cz</w:t>
            </w:r>
          </w:p>
        </w:tc>
      </w:tr>
      <w:tr w:rsidR="00285275" w:rsidRPr="009A21C7" w:rsidTr="00FD4B83">
        <w:tc>
          <w:tcPr>
            <w:tcW w:w="2567" w:type="dxa"/>
            <w:vAlign w:val="center"/>
          </w:tcPr>
          <w:p w:rsidR="00285275" w:rsidRPr="009A0F9B" w:rsidRDefault="0028527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314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Mgr. Jakub Hršel</w:t>
            </w:r>
          </w:p>
        </w:tc>
        <w:tc>
          <w:tcPr>
            <w:tcW w:w="1781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739 240 714</w:t>
            </w:r>
          </w:p>
        </w:tc>
        <w:tc>
          <w:tcPr>
            <w:tcW w:w="2910" w:type="dxa"/>
          </w:tcPr>
          <w:p w:rsidR="00285275" w:rsidRPr="00285275" w:rsidRDefault="00285275" w:rsidP="005940A3">
            <w:pPr>
              <w:rPr>
                <w:sz w:val="16"/>
                <w:szCs w:val="16"/>
              </w:rPr>
            </w:pPr>
            <w:r w:rsidRPr="00285275">
              <w:rPr>
                <w:sz w:val="16"/>
                <w:szCs w:val="16"/>
              </w:rPr>
              <w:t>jakub.hrsel@ceproas.cz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361B1A" w:rsidRDefault="00C30D59" w:rsidP="00361B1A">
      <w:pPr>
        <w:pStyle w:val="Odstavec2"/>
        <w:rPr>
          <w:b/>
        </w:rPr>
      </w:pPr>
      <w:r>
        <w:t>Zhotovitel: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</w:t>
      </w:r>
      <w:r w:rsidR="00497954">
        <w:t>…………</w:t>
      </w:r>
      <w:proofErr w:type="gramStart"/>
      <w:r w:rsidR="00497954">
        <w:t>…..</w:t>
      </w:r>
      <w:r>
        <w:t>, oddíl</w:t>
      </w:r>
      <w:proofErr w:type="gramEnd"/>
      <w:r>
        <w:t xml:space="preserve"> </w:t>
      </w:r>
      <w:r w:rsidR="00497954">
        <w:t>…</w:t>
      </w:r>
      <w:r w:rsidR="00E01835">
        <w:t>,</w:t>
      </w:r>
      <w:r>
        <w:t xml:space="preserve"> vložka </w:t>
      </w:r>
      <w:r w:rsidR="00497954">
        <w:t>…..</w:t>
      </w:r>
      <w:r>
        <w:t>.</w:t>
      </w:r>
    </w:p>
    <w:p w:rsidR="00E01835" w:rsidRDefault="00C30D59" w:rsidP="00C30D59">
      <w:pPr>
        <w:ind w:left="283" w:firstLine="284"/>
      </w:pPr>
      <w:r>
        <w:t>bankovní spojení:</w:t>
      </w:r>
      <w:r>
        <w:tab/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</w:p>
    <w:p w:rsidR="00C30C61" w:rsidRDefault="006A3DED" w:rsidP="00C30C61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</w:p>
    <w:p w:rsidR="00C30D59" w:rsidRDefault="00C30D59" w:rsidP="00C30C61">
      <w:pPr>
        <w:ind w:left="283" w:firstLine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087EA0">
      <w:pPr>
        <w:pStyle w:val="Odstavec2"/>
      </w:pPr>
      <w:r w:rsidRPr="00176B5F">
        <w:t>Předmětem této Smlouvy je realizace díla „</w:t>
      </w:r>
      <w:r w:rsidR="00087EA0" w:rsidRPr="00087EA0">
        <w:t>Oprava elektroinstalace o</w:t>
      </w:r>
      <w:r w:rsidR="00087EA0">
        <w:t>bjektu SO 100A , sklad Střelice“ v rozsahu daném technickou zprávou č.</w:t>
      </w:r>
      <w:r w:rsidR="00087EA0" w:rsidRPr="00087EA0">
        <w:t xml:space="preserve">. 14106-STU-D-D1-SO100-02-01-001, vypracovanou </w:t>
      </w:r>
      <w:proofErr w:type="gramStart"/>
      <w:r w:rsidR="00087EA0" w:rsidRPr="00087EA0">
        <w:t>společností  PIK</w:t>
      </w:r>
      <w:proofErr w:type="gramEnd"/>
      <w:r w:rsidR="00087EA0" w:rsidRPr="00087EA0">
        <w:t xml:space="preserve"> s.r.o., Na Hrázi 781/15, 750 02 Přerov I – Město, vyhotovenou v období 12/2014</w:t>
      </w:r>
      <w:r w:rsidR="00087EA0">
        <w:t xml:space="preserve">,  </w:t>
      </w:r>
      <w:r w:rsidRPr="00176B5F">
        <w:t xml:space="preserve">které zahrnuje zejména </w:t>
      </w:r>
      <w:r w:rsidR="00087EA0" w:rsidRPr="00087EA0">
        <w:t>oprav</w:t>
      </w:r>
      <w:r w:rsidR="00087EA0">
        <w:t>u</w:t>
      </w:r>
      <w:r w:rsidR="00087EA0" w:rsidRPr="00087EA0">
        <w:t xml:space="preserve"> stávajícího hlavního rozvaděče výměnou za nový</w:t>
      </w:r>
      <w:r w:rsidR="00087EA0">
        <w:t xml:space="preserve">, </w:t>
      </w:r>
      <w:r w:rsidR="00087EA0" w:rsidRPr="00087EA0">
        <w:t>oprav</w:t>
      </w:r>
      <w:r w:rsidR="00087EA0">
        <w:t>u</w:t>
      </w:r>
      <w:r w:rsidR="00087EA0" w:rsidRPr="00087EA0">
        <w:t xml:space="preserve"> původních rozvaděčů výměnou za nové rozvaděče s</w:t>
      </w:r>
      <w:r w:rsidR="00087EA0">
        <w:t> </w:t>
      </w:r>
      <w:r w:rsidR="00087EA0" w:rsidRPr="00087EA0">
        <w:t>výzbrojí</w:t>
      </w:r>
      <w:r w:rsidR="00087EA0">
        <w:t xml:space="preserve">, </w:t>
      </w:r>
      <w:r w:rsidR="00087EA0" w:rsidRPr="00087EA0">
        <w:t>opravy tras elektroinstalace a sdružení obvodů do menšího počtu rozvaděčů</w:t>
      </w:r>
      <w:r w:rsidR="00087EA0">
        <w:t xml:space="preserve">, </w:t>
      </w:r>
      <w:r w:rsidR="00087EA0" w:rsidRPr="00087EA0">
        <w:tab/>
        <w:t>opravy stávajících osvětlovacích soustav výměnou za nové úsporné osvětlení, odpovídající současným požadavkům platných norem ČSN pro jednotlivá pracoviště</w:t>
      </w:r>
      <w:r w:rsidR="00087EA0">
        <w:t xml:space="preserve">, </w:t>
      </w:r>
      <w:r w:rsidR="00087EA0" w:rsidRPr="00087EA0">
        <w:t>nov</w:t>
      </w:r>
      <w:r w:rsidR="00087EA0">
        <w:t>ou</w:t>
      </w:r>
      <w:r w:rsidR="00087EA0" w:rsidRPr="00087EA0">
        <w:t xml:space="preserve"> motorick</w:t>
      </w:r>
      <w:r w:rsidR="00087EA0">
        <w:t>ou</w:t>
      </w:r>
      <w:r w:rsidR="00087EA0" w:rsidRPr="00087EA0">
        <w:t xml:space="preserve"> a zásuvkov</w:t>
      </w:r>
      <w:r w:rsidR="00087EA0">
        <w:t>ou</w:t>
      </w:r>
      <w:r w:rsidR="00087EA0" w:rsidRPr="00087EA0">
        <w:t xml:space="preserve"> elektroinstalac</w:t>
      </w:r>
      <w:r w:rsidR="00087EA0">
        <w:t xml:space="preserve">i, </w:t>
      </w:r>
      <w:r w:rsidR="00176B5F" w:rsidRPr="00176B5F">
        <w:t xml:space="preserve"> </w:t>
      </w:r>
      <w:r w:rsidRPr="00176B5F">
        <w:t xml:space="preserve">vypracování dokumentace skutečného provedení, </w:t>
      </w:r>
      <w:r w:rsidR="00176B5F" w:rsidRPr="00176B5F">
        <w:t xml:space="preserve">vyzkoušení díla a  </w:t>
      </w:r>
      <w:r w:rsidR="00304C2B">
        <w:t>jeho uvedení do provozu</w:t>
      </w:r>
      <w:r w:rsidR="001B5C0B">
        <w:t xml:space="preserve"> </w:t>
      </w:r>
      <w:r w:rsidRPr="00176B5F">
        <w:t>(dále</w:t>
      </w:r>
      <w:r w:rsidRPr="00B20BE0">
        <w:t xml:space="preserve"> jen „</w:t>
      </w:r>
      <w:r w:rsidRPr="00087EA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04C2B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5F2308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DD3C7C">
        <w:t>2</w:t>
      </w:r>
      <w:r w:rsidR="00185CF4">
        <w:t>4</w:t>
      </w:r>
      <w:r w:rsidR="00DD3C7C">
        <w:t xml:space="preserve">. 2. 2015 </w:t>
      </w:r>
      <w:r>
        <w:t>k zakázce č.</w:t>
      </w:r>
      <w:r w:rsidR="00075F35">
        <w:t xml:space="preserve"> 0</w:t>
      </w:r>
      <w:r w:rsidR="005F2308">
        <w:t>35</w:t>
      </w:r>
      <w:r w:rsidR="00075F35">
        <w:t>/1</w:t>
      </w:r>
      <w:r w:rsidR="00A91574">
        <w:t>5</w:t>
      </w:r>
      <w:r w:rsidR="00075F35">
        <w:t>/OCN</w:t>
      </w:r>
      <w:r>
        <w:t>, nazvané „</w:t>
      </w:r>
      <w:r w:rsidR="005F2308" w:rsidRPr="005F2308">
        <w:t>Oprava elektroinstalace o</w:t>
      </w:r>
      <w:r w:rsidR="005F2308">
        <w:t>bjektu SO 100A , sklad Střelice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="00A91574">
        <w:t>…………</w:t>
      </w:r>
      <w:proofErr w:type="gramStart"/>
      <w:r w:rsidR="00A91574">
        <w:t>….</w:t>
      </w:r>
      <w:r>
        <w:t>ze</w:t>
      </w:r>
      <w:proofErr w:type="gramEnd"/>
      <w:r>
        <w:t xml:space="preserve"> dne </w:t>
      </w:r>
      <w:r w:rsidR="00A91574">
        <w:t>………………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04C2B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304C2B">
        <w:t>S</w:t>
      </w:r>
      <w:r w:rsidR="00304C2B" w:rsidRPr="00E44CD0">
        <w:t>taveniště</w:t>
      </w:r>
      <w:r w:rsidR="00E44CD0" w:rsidRPr="00E44CD0">
        <w:t>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304C2B">
        <w:rPr>
          <w:rFonts w:cs="Arial"/>
          <w:color w:val="000000"/>
        </w:rPr>
        <w:t>a osob na straně Zhotovitele</w:t>
      </w:r>
      <w:r w:rsidRPr="00907033">
        <w:rPr>
          <w:rFonts w:cs="Arial"/>
          <w:color w:val="000000"/>
        </w:rPr>
        <w:t xml:space="preserve"> </w:t>
      </w:r>
      <w:r w:rsidR="00304C2B">
        <w:rPr>
          <w:rFonts w:cs="Arial"/>
          <w:color w:val="000000"/>
        </w:rPr>
        <w:t xml:space="preserve">(tj. </w:t>
      </w:r>
      <w:r w:rsidRPr="00907033">
        <w:rPr>
          <w:rFonts w:cs="Arial"/>
          <w:color w:val="000000"/>
        </w:rPr>
        <w:t>včetně subdodavatelů</w:t>
      </w:r>
      <w:r w:rsidR="00304C2B">
        <w:rPr>
          <w:rFonts w:cs="Arial"/>
          <w:color w:val="000000"/>
        </w:rPr>
        <w:t>)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D40059" w:rsidRDefault="00D40059" w:rsidP="00D40059">
      <w:pPr>
        <w:pStyle w:val="Odstavec2"/>
      </w:pPr>
      <w:r>
        <w:lastRenderedPageBreak/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D40059" w:rsidRDefault="00D40059" w:rsidP="00D40059">
      <w:pPr>
        <w:pStyle w:val="Odstavec2"/>
      </w:pPr>
      <w:r>
        <w:t>Zhotovitel se zavazuje nejpozději před zahájením vlastních prací na Díle předat Objednateli jmenný seznam pracovníků a osob na straně Zhotovitele podílejících se na Díle a rovněž seznam techniky a vozidel, jež bude Zhotovitel užívat a pro něž Objednatel zajistí povolení pro vstup a vjezd na Staveniště do areálu skladu pohonných hmot</w:t>
      </w:r>
      <w:r w:rsidR="00AE2749">
        <w:t xml:space="preserve"> (místa plnění)</w:t>
      </w:r>
      <w:r>
        <w:t>.</w:t>
      </w:r>
    </w:p>
    <w:p w:rsidR="00D40059" w:rsidRDefault="001B5C0B" w:rsidP="00DD57F1">
      <w:pPr>
        <w:pStyle w:val="Odstavec2"/>
      </w:pPr>
      <w:r w:rsidRPr="001B5C0B">
        <w:t>Zhotovitel se zavazuje provést veškeré zkoušky požadované právními předpisy a sjednané mezi Smluvními stranami. Zhotovitel se zavazuje provést vyzkoušení Díla spočívající v provedení zejména funkčních a komplexních zkoušek.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DD6392" w:rsidRPr="00DD57F1" w:rsidRDefault="00DD57F1" w:rsidP="00DD57F1">
      <w:pPr>
        <w:pStyle w:val="Odstavec2"/>
      </w:pPr>
      <w:r w:rsidRPr="00DD57F1">
        <w:t xml:space="preserve">Objednatel v úloze zadavatele stavby určuje koordinátorem BOZP na Staveništi, podle ustanovení § 14 zákona č. 309/2006 Sb., o zajištění dalších podmínek BOZP, v platném znění, Zhotovitele jako právnickou osobu, který podpisem této </w:t>
      </w:r>
      <w:r w:rsidR="00362AD8">
        <w:t>S</w:t>
      </w:r>
      <w:r w:rsidRPr="00DD57F1">
        <w:t xml:space="preserve">mlouvy stvrzuje, že zabezpečí výkon této činnosti odborně způsobilou fyzickou osobou, jejíž jméno, příjmení, datum narození, bydliště, číslo osvědčení o způsobilosti a kontakty na ni předá </w:t>
      </w:r>
      <w:r w:rsidR="001F3C07">
        <w:t>O</w:t>
      </w:r>
      <w:r w:rsidRPr="00DD57F1">
        <w:t>bjednateli nejpozději při podpisu protokolu o předání a převzetí Staveniště.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3E48A1">
      <w:pPr>
        <w:pStyle w:val="Odstavec2"/>
      </w:pPr>
      <w:r w:rsidRPr="007F3FC6">
        <w:t xml:space="preserve">Místem plnění je: </w:t>
      </w:r>
      <w:r w:rsidR="00207437" w:rsidRPr="00207437">
        <w:t xml:space="preserve">ČEPRO, a.s., sklad </w:t>
      </w:r>
      <w:r w:rsidR="003E48A1" w:rsidRPr="003E48A1">
        <w:t>Střelice u Brna, Brněnská 25, PSČ 664 47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62AD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</w:t>
      </w:r>
      <w:proofErr w:type="gramStart"/>
      <w:r w:rsidRPr="00EA3690">
        <w:t xml:space="preserve">Díla: </w:t>
      </w:r>
      <w:r w:rsidR="00954C35" w:rsidRPr="00EA3690">
        <w:t xml:space="preserve">      </w:t>
      </w:r>
      <w:r w:rsidR="00362AD8">
        <w:t>v průběhu</w:t>
      </w:r>
      <w:proofErr w:type="gramEnd"/>
      <w:r w:rsidR="00362AD8">
        <w:t xml:space="preserve"> měsíce </w:t>
      </w:r>
      <w:r w:rsidR="003E48A1">
        <w:t xml:space="preserve">června </w:t>
      </w:r>
      <w:r w:rsidR="00362AD8">
        <w:t>roku 201</w:t>
      </w:r>
      <w:r w:rsidR="009811FB">
        <w:t>5</w:t>
      </w:r>
      <w:r w:rsidR="00362AD8">
        <w:t xml:space="preserve"> v den stanovený ve výzvě k předání Staveniště Zhotoviteli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</w:t>
      </w:r>
      <w:proofErr w:type="gramStart"/>
      <w:r w:rsidRPr="00EA3690">
        <w:t xml:space="preserve">Díla: </w:t>
      </w:r>
      <w:r w:rsidR="000E447C" w:rsidRPr="00EA3690">
        <w:t xml:space="preserve">   do</w:t>
      </w:r>
      <w:proofErr w:type="gramEnd"/>
      <w:r w:rsidR="000E447C" w:rsidRPr="00EA3690">
        <w:t xml:space="preserve"> </w:t>
      </w:r>
      <w:r w:rsidR="00562929">
        <w:t xml:space="preserve"> </w:t>
      </w:r>
      <w:r w:rsidR="003E48A1">
        <w:t>60</w:t>
      </w:r>
      <w:r w:rsidR="00562929">
        <w:t xml:space="preserve"> </w:t>
      </w:r>
      <w:r w:rsidR="00861CFF">
        <w:t xml:space="preserve">pracovních </w:t>
      </w:r>
      <w:r w:rsidR="000E447C" w:rsidRPr="00EA3690">
        <w:t>dnů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Předání </w:t>
      </w:r>
      <w:proofErr w:type="gramStart"/>
      <w:r w:rsidRPr="00EA3690">
        <w:t>Díla:</w:t>
      </w:r>
      <w:r w:rsidR="000E447C" w:rsidRPr="00EA3690">
        <w:t xml:space="preserve">       </w:t>
      </w:r>
      <w:r w:rsidR="003E48A1">
        <w:t xml:space="preserve"> </w:t>
      </w:r>
      <w:r w:rsidR="000E447C" w:rsidRPr="00EA3690">
        <w:t xml:space="preserve"> do</w:t>
      </w:r>
      <w:proofErr w:type="gramEnd"/>
      <w:r w:rsidR="00562929">
        <w:t xml:space="preserve"> </w:t>
      </w:r>
      <w:r w:rsidR="003E48A1">
        <w:t>60</w:t>
      </w:r>
      <w:r w:rsidR="009B3AB1">
        <w:t xml:space="preserve"> </w:t>
      </w:r>
      <w:r w:rsidR="00861CFF">
        <w:t xml:space="preserve">pracovních </w:t>
      </w:r>
      <w:r w:rsidR="009B3AB1">
        <w:t>dnů od zahájení 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EA3690">
        <w:t xml:space="preserve">nevyžaduje odstávku/y provozu Objednatele či jeho </w:t>
      </w:r>
      <w:r w:rsidRPr="00705936">
        <w:t>části</w:t>
      </w:r>
      <w:r w:rsidR="006833FC" w:rsidRPr="00705936">
        <w:t>.</w:t>
      </w:r>
    </w:p>
    <w:p w:rsidR="00AF48B1" w:rsidRPr="00705936" w:rsidRDefault="00E275A3" w:rsidP="00E275A3">
      <w:pPr>
        <w:pStyle w:val="Odstavec3"/>
      </w:pPr>
      <w:r w:rsidRPr="00E275A3">
        <w:t xml:space="preserve">Práce na Díle budou probíhat v souladu s Harmonogramem po etapách s krátkými výlukami el. </w:t>
      </w:r>
      <w:proofErr w:type="gramStart"/>
      <w:r w:rsidRPr="00E275A3">
        <w:t>proudu</w:t>
      </w:r>
      <w:proofErr w:type="gramEnd"/>
      <w:r w:rsidRPr="00E275A3">
        <w:t xml:space="preserve"> (v souvislosti s přepojováním rozvaděčů) dle pokynů odpovědných pracovníků Objednatele s ohledem na provoz skladu pohonných hmot.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lastRenderedPageBreak/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Pr="00F26914" w:rsidRDefault="009811FB" w:rsidP="00FC188C">
      <w:pPr>
        <w:pStyle w:val="Odstavec2"/>
        <w:numPr>
          <w:ilvl w:val="0"/>
          <w:numId w:val="0"/>
        </w:numPr>
        <w:ind w:left="567"/>
        <w:jc w:val="center"/>
      </w:pPr>
      <w:r>
        <w:rPr>
          <w:b/>
        </w:rPr>
        <w:t>……………</w:t>
      </w:r>
      <w:r w:rsidR="005C5D01" w:rsidRPr="009D3FC3">
        <w:rPr>
          <w:b/>
        </w:rPr>
        <w:t xml:space="preserve">,- Kč </w:t>
      </w:r>
      <w:r w:rsidR="00F26914" w:rsidRPr="00F26914">
        <w:t>(slovy:</w:t>
      </w:r>
      <w:r>
        <w:t xml:space="preserve"> …………………………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D40059" w:rsidRDefault="005C5D01" w:rsidP="00D40059">
      <w:pPr>
        <w:pStyle w:val="Odstavec2"/>
        <w:numPr>
          <w:ilvl w:val="1"/>
          <w:numId w:val="4"/>
        </w:numPr>
      </w:pPr>
      <w:r w:rsidRPr="005C5D01">
        <w:t>K Ceně díla bude při fakturaci připočtena DPH v zákonné výši.</w:t>
      </w:r>
    </w:p>
    <w:p w:rsidR="00D40059" w:rsidRPr="006042EA" w:rsidRDefault="00D40059" w:rsidP="00D40059">
      <w:pPr>
        <w:pStyle w:val="Odstavec2"/>
        <w:numPr>
          <w:ilvl w:val="1"/>
          <w:numId w:val="4"/>
        </w:numPr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5C5D01" w:rsidRDefault="00D40059" w:rsidP="00D40059">
      <w:pPr>
        <w:pStyle w:val="Odstavec2"/>
        <w:numPr>
          <w:ilvl w:val="1"/>
          <w:numId w:val="4"/>
        </w:numPr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B5118B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9C588D" w:rsidRPr="009C588D" w:rsidRDefault="009C588D" w:rsidP="009C588D">
      <w:pPr>
        <w:pStyle w:val="Odstavec2"/>
      </w:pPr>
      <w:r w:rsidRPr="009C588D">
        <w:t>Smluvní strany si sjednávají zádržné. Úhrada faktury bude provedena pouze do výše 90% fakturované částky s tím, že zbývajících 10 % je zádržné. Výše zádržného bude vyčíslena v měně Ceny díla, tj. v korunách českých, není-li sjednáno jinak, vždy na každé faktuře, ke které se zádržné vztahuje.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="00B03BEC">
        <w:t>…………………….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0" w:history="1">
        <w:r w:rsidRPr="006A6C32">
          <w:rPr>
            <w:rStyle w:val="Hypertextovodkaz"/>
            <w:u w:val="none"/>
          </w:rPr>
          <w:t>cepro_DF@ceproas.cz</w:t>
        </w:r>
      </w:hyperlink>
      <w:r w:rsidRPr="006A6C32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21560B">
        <w:t>3</w:t>
      </w:r>
      <w:r w:rsidR="00BC5234">
        <w:t>0</w:t>
      </w:r>
      <w:r w:rsidRPr="00E00091">
        <w:t xml:space="preserve"> dnů od jejího doručení Objednateli</w:t>
      </w:r>
      <w:r>
        <w:t>.</w:t>
      </w:r>
    </w:p>
    <w:p w:rsidR="00DC444D" w:rsidRDefault="00DC444D" w:rsidP="00DC444D">
      <w:pPr>
        <w:pStyle w:val="Odstavec2"/>
        <w:numPr>
          <w:ilvl w:val="0"/>
          <w:numId w:val="0"/>
        </w:numPr>
        <w:ind w:left="567"/>
      </w:pPr>
      <w:r>
        <w:t>Na faktuře bude uvedeno číslo objednávky 45000</w:t>
      </w:r>
      <w:r w:rsidR="00B03BEC">
        <w:t>…………</w:t>
      </w:r>
      <w:proofErr w:type="gramStart"/>
      <w:r w:rsidR="00B03BEC">
        <w:t>….</w:t>
      </w:r>
      <w:r>
        <w:t>.</w:t>
      </w:r>
      <w:proofErr w:type="gramEnd"/>
      <w:r>
        <w:t xml:space="preserve"> 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A657FF" w:rsidRDefault="00A657FF" w:rsidP="00A657FF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657FF" w:rsidRDefault="00A657FF" w:rsidP="00A657FF">
      <w:pPr>
        <w:pStyle w:val="Odstavec3"/>
      </w:pPr>
      <w:r>
        <w:t xml:space="preserve">pracovní deník - originál pro archivaci </w:t>
      </w:r>
      <w:r w:rsidR="00B5118B">
        <w:t xml:space="preserve">Objednatele </w:t>
      </w:r>
      <w:r>
        <w:t xml:space="preserve">a jednu kopii, v pracovním deníku bude zapsán postup realizace </w:t>
      </w:r>
      <w:r w:rsidR="00B5118B">
        <w:t>D</w:t>
      </w:r>
      <w:r>
        <w:t>íla a skutečnosti mající vliv na jeho kvalitu</w:t>
      </w:r>
    </w:p>
    <w:p w:rsidR="00A657FF" w:rsidRDefault="00A657FF" w:rsidP="00A657FF">
      <w:pPr>
        <w:pStyle w:val="Odstavec3"/>
      </w:pPr>
      <w:r>
        <w:t>atesty, certifikáty a osvědčení o jakosti (zkouškách) použitých materiálů, strojů a zařízení</w:t>
      </w:r>
    </w:p>
    <w:p w:rsidR="00A657FF" w:rsidRDefault="00A657FF" w:rsidP="00A657FF">
      <w:pPr>
        <w:pStyle w:val="Odstavec3"/>
      </w:pPr>
      <w:r>
        <w:lastRenderedPageBreak/>
        <w:t>dokumentaci dováženého zařízení</w:t>
      </w:r>
    </w:p>
    <w:p w:rsidR="00A657FF" w:rsidRDefault="00A657FF" w:rsidP="00A657FF">
      <w:pPr>
        <w:pStyle w:val="Odstavec3"/>
      </w:pPr>
      <w:r>
        <w:t xml:space="preserve">návod k použití, k obsluze a údržbě s ohledem na bezpečnost práce </w:t>
      </w:r>
    </w:p>
    <w:p w:rsidR="00A657FF" w:rsidRDefault="00165A25" w:rsidP="00A657FF">
      <w:pPr>
        <w:pStyle w:val="Odstavec3"/>
      </w:pPr>
      <w:r>
        <w:t>revizní zpráv</w:t>
      </w:r>
      <w:r w:rsidR="00FD7774">
        <w:t>a</w:t>
      </w:r>
      <w:r>
        <w:t xml:space="preserve"> elektroinstalace po provedené opravě</w:t>
      </w:r>
    </w:p>
    <w:p w:rsidR="00A657FF" w:rsidRDefault="00A657FF" w:rsidP="00A657FF">
      <w:pPr>
        <w:pStyle w:val="Odstavec3"/>
      </w:pPr>
      <w:r>
        <w:t>záruční listy</w:t>
      </w:r>
    </w:p>
    <w:p w:rsidR="00A657FF" w:rsidRDefault="00A657FF" w:rsidP="00A657FF">
      <w:pPr>
        <w:pStyle w:val="Odstavec3"/>
      </w:pPr>
      <w:r>
        <w:t>protokol o funkčních zkouškách (uvedení do provozu, komplexní zkoušky a ověření spolehlivosti funkce</w:t>
      </w:r>
      <w:r w:rsidR="00B5118B">
        <w:t>)</w:t>
      </w:r>
    </w:p>
    <w:p w:rsidR="00A657FF" w:rsidRDefault="00A657FF" w:rsidP="00A657FF">
      <w:pPr>
        <w:pStyle w:val="Odstavec3"/>
      </w:pPr>
      <w:r>
        <w:t xml:space="preserve">projektovou dokumentaci skutečného provedení 2x </w:t>
      </w:r>
      <w:proofErr w:type="spellStart"/>
      <w:r>
        <w:t>paré</w:t>
      </w:r>
      <w:proofErr w:type="spellEnd"/>
      <w:r>
        <w:t xml:space="preserve"> v </w:t>
      </w:r>
      <w:r w:rsidR="00B5118B">
        <w:t xml:space="preserve">listinné </w:t>
      </w:r>
      <w:r>
        <w:t>podobě a 1x na CD s dokumentací v elektronické formě ve zdrojových formátech (část elektro)</w:t>
      </w:r>
    </w:p>
    <w:p w:rsidR="00A657FF" w:rsidRDefault="00A657FF" w:rsidP="00A657FF">
      <w:pPr>
        <w:pStyle w:val="Odstavec3"/>
      </w:pPr>
      <w:r>
        <w:t xml:space="preserve">doklady o ekologické likvidaci </w:t>
      </w:r>
      <w:r w:rsidRPr="00A657FF">
        <w:t xml:space="preserve">veškerých odpadů vzniklých prováděním </w:t>
      </w:r>
      <w:r w:rsidR="00B5118B">
        <w:t>D</w:t>
      </w:r>
      <w:r w:rsidRPr="00A657FF">
        <w:t>íla</w:t>
      </w:r>
      <w:r w:rsidRPr="00A657FF">
        <w:rPr>
          <w:rStyle w:val="Odkaznakoment"/>
          <w:sz w:val="20"/>
          <w:szCs w:val="20"/>
        </w:rPr>
        <w:t xml:space="preserve"> </w:t>
      </w:r>
      <w:r>
        <w:t xml:space="preserve">  </w:t>
      </w:r>
    </w:p>
    <w:p w:rsidR="00A657FF" w:rsidRDefault="00A657FF" w:rsidP="00A657FF">
      <w:pPr>
        <w:pStyle w:val="Odstavec3"/>
      </w:pPr>
      <w:r>
        <w:t>další potřebné dokumenty dle právních a technických předpisů vydaných a platných v České republice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2</w:t>
      </w:r>
      <w:r w:rsidR="00CD1BFE" w:rsidRPr="00E879AA">
        <w:t>x v listinné podobě;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1</w:t>
      </w:r>
      <w:r w:rsidR="00CD1BFE" w:rsidRPr="00E879AA">
        <w:t xml:space="preserve">x v elektronické podobě ve formátu </w:t>
      </w:r>
      <w:proofErr w:type="spellStart"/>
      <w:r w:rsidR="00CD1BFE" w:rsidRPr="00E879AA">
        <w:t>docx</w:t>
      </w:r>
      <w:proofErr w:type="spellEnd"/>
      <w:r w:rsidR="00CD1BFE" w:rsidRPr="00E879AA">
        <w:t xml:space="preserve"> / </w:t>
      </w:r>
      <w:proofErr w:type="spellStart"/>
      <w:r w:rsidR="00CD1BFE" w:rsidRPr="00E879AA">
        <w:t>xlsx</w:t>
      </w:r>
      <w:proofErr w:type="spellEnd"/>
      <w:r w:rsidR="00CD1BFE" w:rsidRPr="00E879AA">
        <w:t xml:space="preserve"> / </w:t>
      </w:r>
      <w:proofErr w:type="spellStart"/>
      <w:r w:rsidR="00CD1BFE" w:rsidRPr="00E879AA">
        <w:t>pdf</w:t>
      </w:r>
      <w:proofErr w:type="spellEnd"/>
      <w:r w:rsidR="00CD1BFE" w:rsidRPr="00E879AA">
        <w:t xml:space="preserve"> /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620E8F">
        <w:t xml:space="preserve"> </w:t>
      </w:r>
      <w:r w:rsidR="00B5118B">
        <w:t>s výjimkou</w:t>
      </w:r>
      <w:r w:rsidR="00620E8F">
        <w:t xml:space="preserve"> </w:t>
      </w:r>
      <w:r w:rsidR="00B5118B">
        <w:t xml:space="preserve">zařízení, výrobků a strojů viz ustanovení čl. 12.3.2 VOP, pro které se však sjednává délka záruční doby </w:t>
      </w:r>
      <w:r w:rsidR="00620E8F">
        <w:t>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</w:t>
      </w:r>
      <w:proofErr w:type="gramStart"/>
      <w:r w:rsidRPr="00216448">
        <w:t>do</w:t>
      </w:r>
      <w:proofErr w:type="gramEnd"/>
      <w:r w:rsidRPr="00216448">
        <w:t xml:space="preserve">: </w:t>
      </w:r>
      <w:r w:rsidR="00661FDA">
        <w:t>48 hodin</w:t>
      </w:r>
      <w:r w:rsidRPr="00216448">
        <w:t xml:space="preserve">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  <w:r w:rsidR="002C2107">
        <w:t>.</w:t>
      </w:r>
    </w:p>
    <w:p w:rsidR="00216448" w:rsidRPr="009730B5" w:rsidRDefault="00216448" w:rsidP="00464CFF">
      <w:pPr>
        <w:pStyle w:val="Odstavec2"/>
      </w:pPr>
      <w:r w:rsidRPr="00216448">
        <w:t xml:space="preserve">Zhotovitel přijímá písemné reklamace vad na poštovní adrese: </w:t>
      </w:r>
      <w:r w:rsidR="007D3A2B">
        <w:t>………………………</w:t>
      </w:r>
      <w:proofErr w:type="gramStart"/>
      <w:r w:rsidR="007D3A2B">
        <w:t>…..</w:t>
      </w:r>
      <w:r w:rsidRPr="00216448">
        <w:t>nebo</w:t>
      </w:r>
      <w:proofErr w:type="gramEnd"/>
      <w:r w:rsidRPr="00216448">
        <w:t xml:space="preserve"> na e-mailové adrese:</w:t>
      </w:r>
      <w:r w:rsidR="007D3A2B">
        <w:t>……………………………..</w:t>
      </w:r>
      <w:r w:rsidRPr="00216448">
        <w:t xml:space="preserve">, na které přijímá nahlášení vad v pracovní dny v pracovní době </w:t>
      </w:r>
      <w:r w:rsidRPr="009730B5">
        <w:t xml:space="preserve">od </w:t>
      </w:r>
      <w:r w:rsidR="007D3A2B">
        <w:t>………..</w:t>
      </w:r>
      <w:r w:rsidRPr="009730B5">
        <w:t xml:space="preserve"> do </w:t>
      </w:r>
      <w:r w:rsidR="007D3A2B">
        <w:t>……………</w:t>
      </w:r>
      <w:r w:rsidRPr="009730B5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A10954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lastRenderedPageBreak/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F60799" w:rsidRDefault="00655C3C" w:rsidP="00F60799">
      <w:pPr>
        <w:pStyle w:val="Odstavec2"/>
      </w:pPr>
      <w:r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A10954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A10954" w:rsidRPr="00655C3C" w:rsidRDefault="00A10954" w:rsidP="00A10954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CE13DE" w:rsidRDefault="00CE13DE" w:rsidP="00CE13DE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>mluvních stran přičteno podle zákona č. 418/2011 Sb., o trestní odpovědnosti právnických osob a řízení proti nim nebo nevznikla trestní odpovědnost fyzických osob (včetně zaměstnanců) podle trestního zákona</w:t>
      </w:r>
      <w:r w:rsidR="00A10954"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11" w:history="1">
        <w:r w:rsidRPr="00CD4EC2">
          <w:rPr>
            <w:rStyle w:val="Hypertextovodkaz"/>
          </w:rPr>
          <w:t>https://www.ceproas.cz/eticky-kodex</w:t>
        </w:r>
      </w:hyperlink>
      <w:r w:rsidR="00D246CB">
        <w:rPr>
          <w:rStyle w:val="Hypertextovodkaz"/>
        </w:rPr>
        <w:t>.pdf</w:t>
      </w:r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</w:p>
    <w:p w:rsidR="00CE13DE" w:rsidRPr="00621C7C" w:rsidRDefault="00CE13DE" w:rsidP="00CE13DE">
      <w:pPr>
        <w:pStyle w:val="Odstavec2"/>
      </w:pPr>
      <w:r w:rsidRPr="00BC323C">
        <w:t xml:space="preserve">Smluvní strany se zavazují a prohlašují, že splňují a budou po celou dobu trvání této Smlouvy dodržovat a splňovat kritéria a standardy chování společnosti ČEPRO, a.s. v obchodním styku, </w:t>
      </w:r>
      <w:r w:rsidRPr="00BC323C">
        <w:lastRenderedPageBreak/>
        <w:t xml:space="preserve">specifikované a uveřejněné na adrese </w:t>
      </w:r>
      <w:hyperlink r:id="rId12" w:history="1">
        <w:r w:rsidRPr="00CD4EC2">
          <w:rPr>
            <w:rStyle w:val="Hypertextovodkaz"/>
          </w:rPr>
          <w:t>https://www.ceproas.cz/vyberova-rizení</w:t>
        </w:r>
      </w:hyperlink>
      <w:r>
        <w:t xml:space="preserve"> </w:t>
      </w:r>
      <w:r w:rsidRPr="00BC323C">
        <w:t>a etické zásady, obsažené v Etickém kodexu ČEPRO, a.s.</w:t>
      </w:r>
      <w:r>
        <w:t xml:space="preserve"> </w:t>
      </w:r>
    </w:p>
    <w:p w:rsidR="00655C3C" w:rsidRDefault="0021315A" w:rsidP="008F257B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0B789B" w:rsidRDefault="000B789B" w:rsidP="000B789B">
      <w:pPr>
        <w:pStyle w:val="Odstavec2"/>
      </w:pPr>
      <w:r w:rsidRPr="002E0183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0B789B" w:rsidRDefault="000B789B" w:rsidP="000B789B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0B789B" w:rsidRDefault="000B789B" w:rsidP="000B789B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0B789B" w:rsidRPr="002E0183" w:rsidRDefault="000B789B" w:rsidP="000B789B">
      <w:pPr>
        <w:pStyle w:val="Odstavec2"/>
      </w:pPr>
      <w:r>
        <w:t>Tato Smlouva není převoditelná rubopisem.</w:t>
      </w:r>
    </w:p>
    <w:p w:rsidR="000B789B" w:rsidRPr="002E0183" w:rsidRDefault="000B789B" w:rsidP="000B789B">
      <w:pPr>
        <w:pStyle w:val="Odstavec2"/>
      </w:pPr>
      <w:r w:rsidRPr="002E0183">
        <w:t xml:space="preserve">Tato Smlouva byla </w:t>
      </w:r>
      <w:r>
        <w:t>S</w:t>
      </w:r>
      <w:r w:rsidRPr="002E0183">
        <w:t xml:space="preserve">mluvními stranami podepsána ve čtyřech vyhotoveních, z nichž každá ze </w:t>
      </w:r>
      <w:r>
        <w:t>S</w:t>
      </w:r>
      <w:r w:rsidRPr="002E018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0B789B" w:rsidRPr="002E0183" w:rsidRDefault="000B789B" w:rsidP="000B789B">
      <w:pPr>
        <w:pStyle w:val="Odstavec2"/>
      </w:pPr>
      <w:r w:rsidRPr="002E0183">
        <w:t xml:space="preserve">Tato Smlouva nabývá platnosti dnem jejího podpisu oběma Smluvními stranami a účinnosti dnem jejího podpisu oběma </w:t>
      </w:r>
      <w:r>
        <w:t>S</w:t>
      </w:r>
      <w:r w:rsidRPr="002E0183">
        <w:t>mluvními stranami.</w:t>
      </w:r>
    </w:p>
    <w:p w:rsidR="000B789B" w:rsidRDefault="000B789B" w:rsidP="000B789B">
      <w:pPr>
        <w:pStyle w:val="Odstavec2"/>
      </w:pPr>
      <w:r w:rsidRPr="002E0183">
        <w:t xml:space="preserve">Smluvní strany si dále sjednaly, že obsah Smlouvy je dále určen ustanoveními </w:t>
      </w:r>
      <w:r w:rsidRPr="002E0183">
        <w:rPr>
          <w:b/>
        </w:rPr>
        <w:t>Všeobecných obchodních podmínek („VOP“)</w:t>
      </w:r>
      <w:r w:rsidRPr="002E0183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F50602" w:rsidRDefault="00F50602" w:rsidP="00F50602">
      <w:pPr>
        <w:pStyle w:val="lnek"/>
        <w:numPr>
          <w:ilvl w:val="0"/>
          <w:numId w:val="0"/>
        </w:numPr>
        <w:ind w:left="18"/>
        <w:jc w:val="both"/>
      </w:pPr>
    </w:p>
    <w:p w:rsidR="00F50602" w:rsidRDefault="00F50602" w:rsidP="00F50602"/>
    <w:p w:rsidR="00F50602" w:rsidRDefault="00F50602" w:rsidP="00F50602"/>
    <w:p w:rsidR="00F50602" w:rsidRPr="00F50602" w:rsidRDefault="00F50602" w:rsidP="00F50602"/>
    <w:p w:rsidR="000B789B" w:rsidRDefault="000B789B" w:rsidP="000B789B">
      <w:pPr>
        <w:pStyle w:val="Odstavec3"/>
      </w:pPr>
      <w:r>
        <w:lastRenderedPageBreak/>
        <w:t xml:space="preserve">VOP jsou uveřejněna na adrese </w:t>
      </w:r>
      <w:hyperlink r:id="rId13" w:history="1">
        <w:r w:rsidRPr="003A4FB3">
          <w:rPr>
            <w:rStyle w:val="Hypertextovodkaz"/>
          </w:rPr>
          <w:t>https://www.ceproas.cz/public/data/VOP-M-2013-10-14.pdf</w:t>
        </w:r>
      </w:hyperlink>
      <w:r>
        <w:t>. Smluvní strany sjednávají, že čl. VOP 6.3 a 6.7 se na vztah Smluvních stran založený touto Smlouvou neuplatní.</w:t>
      </w:r>
    </w:p>
    <w:p w:rsidR="0021315A" w:rsidRDefault="0021315A" w:rsidP="0021315A"/>
    <w:p w:rsidR="00F50602" w:rsidRDefault="00F50602" w:rsidP="0021315A"/>
    <w:p w:rsidR="00F50602" w:rsidRDefault="00F50602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/>
    <w:p w:rsidR="00F50602" w:rsidRDefault="00F50602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>
        <w:tab/>
      </w:r>
    </w:p>
    <w:p w:rsidR="00810395" w:rsidRDefault="0021315A" w:rsidP="0021315A">
      <w:r>
        <w:t>předseda představenstva</w:t>
      </w:r>
      <w:r w:rsidR="00184468">
        <w:tab/>
      </w:r>
      <w:r w:rsidR="00184468">
        <w:tab/>
      </w:r>
      <w:r w:rsidR="00184468">
        <w:tab/>
      </w:r>
    </w:p>
    <w:p w:rsidR="00F50602" w:rsidRDefault="00184468" w:rsidP="0021315A">
      <w:r>
        <w:tab/>
      </w:r>
      <w:r>
        <w:tab/>
      </w:r>
      <w:r>
        <w:tab/>
      </w:r>
    </w:p>
    <w:p w:rsidR="0021315A" w:rsidRDefault="00184468" w:rsidP="0021315A">
      <w:bookmarkStart w:id="2" w:name="_GoBack"/>
      <w:bookmarkEnd w:id="2"/>
      <w:r>
        <w:tab/>
      </w:r>
      <w:r>
        <w:tab/>
      </w:r>
      <w:r>
        <w:tab/>
      </w:r>
      <w:r>
        <w:tab/>
      </w:r>
      <w:r w:rsidR="0021315A">
        <w:tab/>
      </w:r>
    </w:p>
    <w:p w:rsidR="0021315A" w:rsidRDefault="0021315A" w:rsidP="0021315A">
      <w:r>
        <w:t>……………………………</w:t>
      </w:r>
      <w:r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  <w:t>....................................</w:t>
      </w:r>
    </w:p>
    <w:p w:rsidR="0021315A" w:rsidRDefault="0021315A" w:rsidP="009C6A0D">
      <w:pPr>
        <w:spacing w:after="0"/>
      </w:pPr>
      <w:r>
        <w:t>Ing. Ladislav Staněk</w:t>
      </w:r>
      <w:r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</w:p>
    <w:p w:rsidR="00F0254B" w:rsidRDefault="0021315A" w:rsidP="0021315A">
      <w:r>
        <w:t>člen představenstva</w:t>
      </w:r>
      <w:r w:rsidR="00184468">
        <w:t xml:space="preserve">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</w:p>
    <w:sectPr w:rsidR="00F0254B" w:rsidSect="008A5C94">
      <w:headerReference w:type="default" r:id="rId14"/>
      <w:footerReference w:type="default" r:id="rId15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E8B" w:rsidRDefault="00AE4E8B">
      <w:r>
        <w:separator/>
      </w:r>
    </w:p>
  </w:endnote>
  <w:endnote w:type="continuationSeparator" w:id="0">
    <w:p w:rsidR="00AE4E8B" w:rsidRDefault="00AE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E7142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898FD5C" wp14:editId="103C896B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F50602">
      <w:rPr>
        <w:rStyle w:val="slostrnky"/>
        <w:noProof/>
      </w:rPr>
      <w:t>8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F50602">
      <w:rPr>
        <w:rStyle w:val="slostrnky"/>
        <w:noProof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E8B" w:rsidRDefault="00AE4E8B">
      <w:r>
        <w:separator/>
      </w:r>
    </w:p>
  </w:footnote>
  <w:footnote w:type="continuationSeparator" w:id="0">
    <w:p w:rsidR="00AE4E8B" w:rsidRDefault="00AE4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5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6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7"/>
  </w:num>
  <w:num w:numId="32">
    <w:abstractNumId w:val="1"/>
  </w:num>
  <w:num w:numId="33">
    <w:abstractNumId w:val="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1C1F"/>
    <w:rsid w:val="0001359F"/>
    <w:rsid w:val="00053493"/>
    <w:rsid w:val="00065A83"/>
    <w:rsid w:val="0007144A"/>
    <w:rsid w:val="00075F35"/>
    <w:rsid w:val="00087EA0"/>
    <w:rsid w:val="000A28F2"/>
    <w:rsid w:val="000B41BB"/>
    <w:rsid w:val="000B789B"/>
    <w:rsid w:val="000C04EF"/>
    <w:rsid w:val="000D19D8"/>
    <w:rsid w:val="000E16A0"/>
    <w:rsid w:val="000E447C"/>
    <w:rsid w:val="000F2F08"/>
    <w:rsid w:val="000F557C"/>
    <w:rsid w:val="00122684"/>
    <w:rsid w:val="001265C5"/>
    <w:rsid w:val="00151225"/>
    <w:rsid w:val="001651CE"/>
    <w:rsid w:val="00165A25"/>
    <w:rsid w:val="00176B5F"/>
    <w:rsid w:val="00184468"/>
    <w:rsid w:val="00185CF4"/>
    <w:rsid w:val="00197EB3"/>
    <w:rsid w:val="001B5C0B"/>
    <w:rsid w:val="001E406E"/>
    <w:rsid w:val="001F3C07"/>
    <w:rsid w:val="00204984"/>
    <w:rsid w:val="00207437"/>
    <w:rsid w:val="0021315A"/>
    <w:rsid w:val="0021560B"/>
    <w:rsid w:val="00216448"/>
    <w:rsid w:val="00225234"/>
    <w:rsid w:val="00245CA9"/>
    <w:rsid w:val="002525FB"/>
    <w:rsid w:val="00252A4F"/>
    <w:rsid w:val="00260A80"/>
    <w:rsid w:val="00280022"/>
    <w:rsid w:val="00280F37"/>
    <w:rsid w:val="00283D22"/>
    <w:rsid w:val="00285275"/>
    <w:rsid w:val="00295795"/>
    <w:rsid w:val="00297090"/>
    <w:rsid w:val="002A6659"/>
    <w:rsid w:val="002C2107"/>
    <w:rsid w:val="002C254F"/>
    <w:rsid w:val="002E07B4"/>
    <w:rsid w:val="002E16FB"/>
    <w:rsid w:val="002F1B3A"/>
    <w:rsid w:val="002F6183"/>
    <w:rsid w:val="00304C2B"/>
    <w:rsid w:val="00316F94"/>
    <w:rsid w:val="0031724E"/>
    <w:rsid w:val="0033693D"/>
    <w:rsid w:val="00353CCB"/>
    <w:rsid w:val="00361B1A"/>
    <w:rsid w:val="00362AD8"/>
    <w:rsid w:val="00363594"/>
    <w:rsid w:val="00381568"/>
    <w:rsid w:val="00383195"/>
    <w:rsid w:val="00384DDC"/>
    <w:rsid w:val="003A74EE"/>
    <w:rsid w:val="003B595E"/>
    <w:rsid w:val="003C6E40"/>
    <w:rsid w:val="003D6507"/>
    <w:rsid w:val="003E48A1"/>
    <w:rsid w:val="003E74EF"/>
    <w:rsid w:val="003F629A"/>
    <w:rsid w:val="00407CE0"/>
    <w:rsid w:val="00412E2D"/>
    <w:rsid w:val="00423DC0"/>
    <w:rsid w:val="00435D9F"/>
    <w:rsid w:val="00464CFF"/>
    <w:rsid w:val="00466184"/>
    <w:rsid w:val="0047263C"/>
    <w:rsid w:val="0048481F"/>
    <w:rsid w:val="00492F27"/>
    <w:rsid w:val="00494CA6"/>
    <w:rsid w:val="00496072"/>
    <w:rsid w:val="00497954"/>
    <w:rsid w:val="004B1598"/>
    <w:rsid w:val="004F5000"/>
    <w:rsid w:val="00517983"/>
    <w:rsid w:val="00521903"/>
    <w:rsid w:val="00521FE0"/>
    <w:rsid w:val="00524F35"/>
    <w:rsid w:val="005555DE"/>
    <w:rsid w:val="00562929"/>
    <w:rsid w:val="00567199"/>
    <w:rsid w:val="00581196"/>
    <w:rsid w:val="005A05E9"/>
    <w:rsid w:val="005C5D01"/>
    <w:rsid w:val="005D1C50"/>
    <w:rsid w:val="005F2308"/>
    <w:rsid w:val="006000DB"/>
    <w:rsid w:val="00620E8F"/>
    <w:rsid w:val="0062379E"/>
    <w:rsid w:val="0063119A"/>
    <w:rsid w:val="006357F2"/>
    <w:rsid w:val="00635D66"/>
    <w:rsid w:val="00643849"/>
    <w:rsid w:val="00644575"/>
    <w:rsid w:val="00650BD2"/>
    <w:rsid w:val="00651742"/>
    <w:rsid w:val="00655C3C"/>
    <w:rsid w:val="00661FDA"/>
    <w:rsid w:val="00677D18"/>
    <w:rsid w:val="006833FC"/>
    <w:rsid w:val="006857A4"/>
    <w:rsid w:val="006925D4"/>
    <w:rsid w:val="006A3DED"/>
    <w:rsid w:val="006A6373"/>
    <w:rsid w:val="006A6C32"/>
    <w:rsid w:val="006D1036"/>
    <w:rsid w:val="006E1876"/>
    <w:rsid w:val="006F2ABC"/>
    <w:rsid w:val="006F5596"/>
    <w:rsid w:val="00705936"/>
    <w:rsid w:val="00710BED"/>
    <w:rsid w:val="00721C8A"/>
    <w:rsid w:val="00726482"/>
    <w:rsid w:val="007535B1"/>
    <w:rsid w:val="00790321"/>
    <w:rsid w:val="00790973"/>
    <w:rsid w:val="007945EE"/>
    <w:rsid w:val="007B0C02"/>
    <w:rsid w:val="007B1761"/>
    <w:rsid w:val="007B36A0"/>
    <w:rsid w:val="007D3A2B"/>
    <w:rsid w:val="007F3FC6"/>
    <w:rsid w:val="00810395"/>
    <w:rsid w:val="00847822"/>
    <w:rsid w:val="00861CFF"/>
    <w:rsid w:val="008A5C94"/>
    <w:rsid w:val="008E1CB9"/>
    <w:rsid w:val="008F257B"/>
    <w:rsid w:val="008F48B5"/>
    <w:rsid w:val="008F4DE7"/>
    <w:rsid w:val="00907033"/>
    <w:rsid w:val="00913347"/>
    <w:rsid w:val="0093362E"/>
    <w:rsid w:val="009413F1"/>
    <w:rsid w:val="00954C35"/>
    <w:rsid w:val="0097101E"/>
    <w:rsid w:val="009730B5"/>
    <w:rsid w:val="009811FB"/>
    <w:rsid w:val="00986F82"/>
    <w:rsid w:val="009A0F9B"/>
    <w:rsid w:val="009B093D"/>
    <w:rsid w:val="009B3AB1"/>
    <w:rsid w:val="009B58D8"/>
    <w:rsid w:val="009C588D"/>
    <w:rsid w:val="009C6A0D"/>
    <w:rsid w:val="009D3FC3"/>
    <w:rsid w:val="009D6EF6"/>
    <w:rsid w:val="00A10954"/>
    <w:rsid w:val="00A1798D"/>
    <w:rsid w:val="00A2045C"/>
    <w:rsid w:val="00A234F3"/>
    <w:rsid w:val="00A30B5F"/>
    <w:rsid w:val="00A657FF"/>
    <w:rsid w:val="00A83719"/>
    <w:rsid w:val="00A86364"/>
    <w:rsid w:val="00A91574"/>
    <w:rsid w:val="00AE2749"/>
    <w:rsid w:val="00AE3CC7"/>
    <w:rsid w:val="00AE4E8B"/>
    <w:rsid w:val="00AF48B1"/>
    <w:rsid w:val="00AF68B0"/>
    <w:rsid w:val="00B013E2"/>
    <w:rsid w:val="00B03BEC"/>
    <w:rsid w:val="00B05A0F"/>
    <w:rsid w:val="00B20BE0"/>
    <w:rsid w:val="00B35620"/>
    <w:rsid w:val="00B4028E"/>
    <w:rsid w:val="00B5118B"/>
    <w:rsid w:val="00B54C39"/>
    <w:rsid w:val="00B9564E"/>
    <w:rsid w:val="00B956EE"/>
    <w:rsid w:val="00B96459"/>
    <w:rsid w:val="00BA556D"/>
    <w:rsid w:val="00BA59A8"/>
    <w:rsid w:val="00BB57AC"/>
    <w:rsid w:val="00BC1145"/>
    <w:rsid w:val="00BC5234"/>
    <w:rsid w:val="00BE18A9"/>
    <w:rsid w:val="00BE2E82"/>
    <w:rsid w:val="00C25681"/>
    <w:rsid w:val="00C30C61"/>
    <w:rsid w:val="00C30D59"/>
    <w:rsid w:val="00C43689"/>
    <w:rsid w:val="00C54526"/>
    <w:rsid w:val="00C834E3"/>
    <w:rsid w:val="00C9453E"/>
    <w:rsid w:val="00C962BE"/>
    <w:rsid w:val="00CD1BFE"/>
    <w:rsid w:val="00CD2448"/>
    <w:rsid w:val="00CD5335"/>
    <w:rsid w:val="00CE13DE"/>
    <w:rsid w:val="00D018E8"/>
    <w:rsid w:val="00D02E43"/>
    <w:rsid w:val="00D16993"/>
    <w:rsid w:val="00D17CE0"/>
    <w:rsid w:val="00D17EC0"/>
    <w:rsid w:val="00D246CB"/>
    <w:rsid w:val="00D40059"/>
    <w:rsid w:val="00D600AD"/>
    <w:rsid w:val="00D75A61"/>
    <w:rsid w:val="00D974F1"/>
    <w:rsid w:val="00DC444D"/>
    <w:rsid w:val="00DD3C7C"/>
    <w:rsid w:val="00DD57F1"/>
    <w:rsid w:val="00DD6392"/>
    <w:rsid w:val="00DD6CED"/>
    <w:rsid w:val="00DE204E"/>
    <w:rsid w:val="00DF384A"/>
    <w:rsid w:val="00E00091"/>
    <w:rsid w:val="00E01835"/>
    <w:rsid w:val="00E25DA9"/>
    <w:rsid w:val="00E26075"/>
    <w:rsid w:val="00E275A3"/>
    <w:rsid w:val="00E322F9"/>
    <w:rsid w:val="00E33C6F"/>
    <w:rsid w:val="00E35EEE"/>
    <w:rsid w:val="00E44CD0"/>
    <w:rsid w:val="00E66BD1"/>
    <w:rsid w:val="00E66C0B"/>
    <w:rsid w:val="00E849D8"/>
    <w:rsid w:val="00E852B7"/>
    <w:rsid w:val="00E879AA"/>
    <w:rsid w:val="00E9146E"/>
    <w:rsid w:val="00E9330E"/>
    <w:rsid w:val="00EA0733"/>
    <w:rsid w:val="00EA3690"/>
    <w:rsid w:val="00EC0C53"/>
    <w:rsid w:val="00EC614C"/>
    <w:rsid w:val="00EE7142"/>
    <w:rsid w:val="00F02469"/>
    <w:rsid w:val="00F0254B"/>
    <w:rsid w:val="00F11D0D"/>
    <w:rsid w:val="00F21D61"/>
    <w:rsid w:val="00F26914"/>
    <w:rsid w:val="00F27CC1"/>
    <w:rsid w:val="00F50602"/>
    <w:rsid w:val="00F60799"/>
    <w:rsid w:val="00F61823"/>
    <w:rsid w:val="00F954BD"/>
    <w:rsid w:val="00F96627"/>
    <w:rsid w:val="00FA635E"/>
    <w:rsid w:val="00FB2195"/>
    <w:rsid w:val="00FC188C"/>
    <w:rsid w:val="00FD47C2"/>
    <w:rsid w:val="00FD7774"/>
    <w:rsid w:val="00FE4D08"/>
    <w:rsid w:val="00FE693D"/>
    <w:rsid w:val="00FF2BD2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3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public/data/VOP-M-2013-10-14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vyberova-rizen&#237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eticky-kodex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cepro_DF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819C1-9DC2-49AA-AE91-BA716CC5F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6</TotalTime>
  <Pages>8</Pages>
  <Words>3132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10</cp:revision>
  <cp:lastPrinted>2015-02-23T06:44:00Z</cp:lastPrinted>
  <dcterms:created xsi:type="dcterms:W3CDTF">2015-02-20T13:03:00Z</dcterms:created>
  <dcterms:modified xsi:type="dcterms:W3CDTF">2015-02-24T09:31:00Z</dcterms:modified>
</cp:coreProperties>
</file>